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13939" cy="3059723"/>
                <wp:effectExtent l="0" t="0" r="2540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939" cy="3059723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3.55pt;height:24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" filled="f" strokecolor="#7030a0" strokeweight="1pt"/>
            </w:pict>
          </mc:Fallback>
        </mc:AlternateContent>
      </w:r>
      <w:r w:rsidR="00857B95">
        <w:rPr>
          <w:rFonts w:ascii="Arial" w:hAnsi="Arial" w:cs="Arial"/>
          <w:b/>
          <w:color w:val="7030A0"/>
          <w:sz w:val="28"/>
          <w:szCs w:val="28"/>
        </w:rPr>
        <w:t xml:space="preserve">RACE TRACK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387C8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Jeu sportif où les élèves réalisent une course en ligne, que celui ou celle qui connaît le mieux ses chiffres et ses couleurs </w:t>
      </w:r>
      <w:r w:rsidR="00213F50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 xml:space="preserve">anglais gagne !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857B9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17, L 27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105C9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857B95">
        <w:rPr>
          <w:rFonts w:ascii="Arial" w:hAnsi="Arial" w:cs="Arial"/>
        </w:rPr>
        <w:t xml:space="preserve"> MSN 11, MSN 12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857B95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857B95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857B95">
        <w:rPr>
          <w:rFonts w:ascii="Arial" w:hAnsi="Arial" w:cs="Arial"/>
        </w:rPr>
        <w:t xml:space="preserve">CM 11, CM 12, CM 14, 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857B95">
        <w:rPr>
          <w:rFonts w:ascii="Arial" w:hAnsi="Arial" w:cs="Arial"/>
        </w:rPr>
        <w:t xml:space="preserve">FG 13, FG 14-15, FG 18, FG 24, FG 24, FG 28 </w:t>
      </w:r>
      <w:r w:rsidR="00D75DB1">
        <w:rPr>
          <w:rFonts w:ascii="Arial" w:hAnsi="Arial" w:cs="Arial"/>
        </w:rPr>
        <w:tab/>
      </w:r>
    </w:p>
    <w:p w:rsidR="00687DE3" w:rsidRDefault="00857B95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2E0C01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Pr="00B05487" w:rsidRDefault="00857B95" w:rsidP="00B0548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857B95">
        <w:rPr>
          <w:rFonts w:ascii="Arial" w:hAnsi="Arial" w:cs="Arial"/>
          <w:b/>
        </w:rPr>
        <w:t xml:space="preserve">PDF "plateau de jeu" </w:t>
      </w:r>
      <w:r w:rsidRPr="00857B95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en couleur 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857B95" w:rsidRPr="00857B95" w:rsidRDefault="00857B95" w:rsidP="00857B95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Pr="00857B95">
        <w:rPr>
          <w:rFonts w:ascii="Arial" w:hAnsi="Arial" w:cs="Arial"/>
          <w:b/>
        </w:rPr>
        <w:t>raies de couleur (si le jeu est joué en extérieur)</w:t>
      </w:r>
    </w:p>
    <w:p w:rsidR="00857B95" w:rsidRPr="00857B95" w:rsidRDefault="00857B95" w:rsidP="00857B95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857B95">
        <w:rPr>
          <w:rFonts w:ascii="Arial" w:hAnsi="Arial" w:cs="Arial"/>
          <w:b/>
        </w:rPr>
        <w:t xml:space="preserve">Quatre dés ou un grand dé en mousse </w:t>
      </w:r>
    </w:p>
    <w:p w:rsidR="00857B95" w:rsidRPr="00857B95" w:rsidRDefault="00857B95" w:rsidP="00857B95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857B95">
        <w:rPr>
          <w:rFonts w:ascii="Arial" w:hAnsi="Arial" w:cs="Arial"/>
          <w:b/>
        </w:rPr>
        <w:t xml:space="preserve">Quatre pions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05C90"/>
    <w:rsid w:val="001A4A00"/>
    <w:rsid w:val="00213F50"/>
    <w:rsid w:val="002E0C01"/>
    <w:rsid w:val="00387C84"/>
    <w:rsid w:val="003F707B"/>
    <w:rsid w:val="004163C9"/>
    <w:rsid w:val="004B3F3D"/>
    <w:rsid w:val="00507F03"/>
    <w:rsid w:val="005472B9"/>
    <w:rsid w:val="00687DE3"/>
    <w:rsid w:val="00716697"/>
    <w:rsid w:val="00857B95"/>
    <w:rsid w:val="008844A5"/>
    <w:rsid w:val="0094240B"/>
    <w:rsid w:val="00B05487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265B6EAA.dotm</Template>
  <TotalTime>0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2019-07-22T13:20:00Z</dcterms:created>
  <dcterms:modified xsi:type="dcterms:W3CDTF">2019-07-29T06:33:00Z</dcterms:modified>
</cp:coreProperties>
</file>